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0147B34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6A743604" w14:textId="32EE7D2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05BA1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05BA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  <w:bookmarkStart w:id="1" w:name="_GoBack"/>
            <w:bookmarkEnd w:id="1"/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BAA0" w14:textId="77777777" w:rsidR="00E61D13" w:rsidRDefault="00E61D13" w:rsidP="00C16ABF">
      <w:pPr>
        <w:spacing w:after="0" w:line="240" w:lineRule="auto"/>
      </w:pPr>
      <w:r>
        <w:separator/>
      </w:r>
    </w:p>
  </w:endnote>
  <w:endnote w:type="continuationSeparator" w:id="0">
    <w:p w14:paraId="4F371DBD" w14:textId="77777777" w:rsidR="00E61D13" w:rsidRDefault="00E61D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B4754" w14:textId="77777777" w:rsidR="00E61D13" w:rsidRDefault="00E61D13" w:rsidP="00C16ABF">
      <w:pPr>
        <w:spacing w:after="0" w:line="240" w:lineRule="auto"/>
      </w:pPr>
      <w:r>
        <w:separator/>
      </w:r>
    </w:p>
  </w:footnote>
  <w:footnote w:type="continuationSeparator" w:id="0">
    <w:p w14:paraId="43314C48" w14:textId="77777777" w:rsidR="00E61D13" w:rsidRDefault="00E61D1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BAC739-2A7F-4FD1-9FF8-CA345F6A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26</cp:revision>
  <cp:lastPrinted>2019-02-06T12:12:00Z</cp:lastPrinted>
  <dcterms:created xsi:type="dcterms:W3CDTF">2020-10-21T09:50:00Z</dcterms:created>
  <dcterms:modified xsi:type="dcterms:W3CDTF">2021-02-01T14:01:00Z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